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F36D39" w14:textId="77777777" w:rsidR="00602577" w:rsidRPr="009D6643" w:rsidRDefault="00602577">
      <w:pPr>
        <w:pStyle w:val="Header"/>
        <w:tabs>
          <w:tab w:val="clear" w:pos="4320"/>
          <w:tab w:val="clear" w:pos="8640"/>
        </w:tabs>
        <w:rPr>
          <w:szCs w:val="22"/>
        </w:rPr>
        <w:sectPr w:rsidR="00602577" w:rsidRPr="009D66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720" w:right="720" w:bottom="1440" w:left="720" w:header="720" w:footer="1440" w:gutter="0"/>
          <w:cols w:space="720"/>
          <w:titlePg/>
        </w:sectPr>
      </w:pPr>
      <w:bookmarkStart w:id="1" w:name="_GoBack"/>
      <w:bookmarkEnd w:id="1"/>
    </w:p>
    <w:p w14:paraId="5AB1E9B0" w14:textId="72ADCC66" w:rsidR="00602577" w:rsidRPr="009D6643" w:rsidRDefault="007C3A4D">
      <w:pPr>
        <w:jc w:val="right"/>
        <w:rPr>
          <w:b/>
          <w:szCs w:val="22"/>
        </w:rPr>
      </w:pPr>
      <w:r>
        <w:rPr>
          <w:b/>
          <w:szCs w:val="22"/>
        </w:rPr>
        <w:lastRenderedPageBreak/>
        <w:t xml:space="preserve">DA </w:t>
      </w:r>
      <w:r w:rsidR="00F142FA">
        <w:rPr>
          <w:b/>
          <w:szCs w:val="22"/>
        </w:rPr>
        <w:t>16-162</w:t>
      </w:r>
    </w:p>
    <w:p w14:paraId="765EF7CD" w14:textId="77777777" w:rsidR="008635E4" w:rsidRPr="009D6643" w:rsidRDefault="008635E4">
      <w:pPr>
        <w:jc w:val="right"/>
        <w:rPr>
          <w:b/>
          <w:szCs w:val="22"/>
        </w:rPr>
      </w:pPr>
    </w:p>
    <w:p w14:paraId="34555EC5" w14:textId="718B72C4" w:rsidR="00602577" w:rsidRPr="009D6643" w:rsidRDefault="00C21179">
      <w:pPr>
        <w:spacing w:before="60"/>
        <w:jc w:val="right"/>
        <w:rPr>
          <w:b/>
          <w:szCs w:val="22"/>
        </w:rPr>
      </w:pPr>
      <w:r>
        <w:rPr>
          <w:b/>
          <w:szCs w:val="22"/>
        </w:rPr>
        <w:t>Released February 17</w:t>
      </w:r>
      <w:r w:rsidR="008C7C6B">
        <w:rPr>
          <w:b/>
          <w:szCs w:val="22"/>
        </w:rPr>
        <w:t>, 2016</w:t>
      </w:r>
    </w:p>
    <w:p w14:paraId="4A21899A" w14:textId="77777777" w:rsidR="00602577" w:rsidRPr="009D6643" w:rsidRDefault="00602577">
      <w:pPr>
        <w:jc w:val="right"/>
        <w:rPr>
          <w:szCs w:val="22"/>
        </w:rPr>
      </w:pPr>
    </w:p>
    <w:p w14:paraId="03A8B137" w14:textId="547C213E" w:rsidR="00602577" w:rsidRPr="009D6643" w:rsidRDefault="00733073">
      <w:pPr>
        <w:spacing w:after="240"/>
        <w:jc w:val="center"/>
        <w:rPr>
          <w:b/>
          <w:szCs w:val="22"/>
        </w:rPr>
      </w:pPr>
      <w:r>
        <w:rPr>
          <w:b/>
          <w:szCs w:val="22"/>
        </w:rPr>
        <w:t xml:space="preserve">OFFICE OF ENGINEERING AND TECHNOLOGY AND </w:t>
      </w:r>
      <w:r w:rsidR="008635E4" w:rsidRPr="009D6643">
        <w:rPr>
          <w:b/>
          <w:szCs w:val="22"/>
        </w:rPr>
        <w:t>WIRELESS T</w:t>
      </w:r>
      <w:r w:rsidR="00D95C30">
        <w:rPr>
          <w:b/>
          <w:szCs w:val="22"/>
        </w:rPr>
        <w:t>ELECOMMUNICATIONS BUREAU EXTEND</w:t>
      </w:r>
      <w:r w:rsidR="008635E4" w:rsidRPr="009D6643">
        <w:rPr>
          <w:b/>
          <w:szCs w:val="22"/>
        </w:rPr>
        <w:t xml:space="preserve"> PERIOD TO FILE REPLY COMMENTS </w:t>
      </w:r>
      <w:r w:rsidR="00596B67">
        <w:rPr>
          <w:b/>
          <w:szCs w:val="22"/>
        </w:rPr>
        <w:t>FOR USE OF SPECTRUM BANDS ABOVE 24 GHZ FOR MOBILE RADIO SERVICES NOTICE OF PROPOSED RULEMAKING</w:t>
      </w:r>
    </w:p>
    <w:p w14:paraId="1A0CC629" w14:textId="77777777" w:rsidR="0014326D" w:rsidRDefault="0014326D" w:rsidP="0014326D">
      <w:pPr>
        <w:jc w:val="center"/>
        <w:rPr>
          <w:b/>
          <w:szCs w:val="22"/>
        </w:rPr>
      </w:pPr>
      <w:r w:rsidRPr="0014326D">
        <w:rPr>
          <w:b/>
          <w:szCs w:val="22"/>
        </w:rPr>
        <w:t>GN Docket No. 14-177</w:t>
      </w:r>
    </w:p>
    <w:p w14:paraId="6F0FB0F2" w14:textId="77777777" w:rsidR="0014326D" w:rsidRPr="0014326D" w:rsidRDefault="0014326D" w:rsidP="0014326D">
      <w:pPr>
        <w:jc w:val="center"/>
        <w:rPr>
          <w:b/>
          <w:szCs w:val="22"/>
        </w:rPr>
      </w:pPr>
    </w:p>
    <w:p w14:paraId="771AD73A" w14:textId="77777777" w:rsidR="0014326D" w:rsidRPr="0014326D" w:rsidRDefault="0014326D" w:rsidP="0014326D">
      <w:pPr>
        <w:jc w:val="center"/>
        <w:rPr>
          <w:b/>
          <w:szCs w:val="22"/>
        </w:rPr>
      </w:pPr>
      <w:r w:rsidRPr="0014326D">
        <w:rPr>
          <w:b/>
          <w:szCs w:val="22"/>
        </w:rPr>
        <w:t>IB Docket Nos. 15-256, 97-95</w:t>
      </w:r>
    </w:p>
    <w:p w14:paraId="48042F2C" w14:textId="77777777" w:rsidR="0014326D" w:rsidRDefault="0014326D" w:rsidP="0014326D">
      <w:pPr>
        <w:jc w:val="center"/>
        <w:rPr>
          <w:b/>
          <w:szCs w:val="22"/>
        </w:rPr>
      </w:pPr>
    </w:p>
    <w:p w14:paraId="5BBFBF15" w14:textId="77777777" w:rsidR="0014326D" w:rsidRDefault="0014326D" w:rsidP="0014326D">
      <w:pPr>
        <w:jc w:val="center"/>
        <w:rPr>
          <w:b/>
          <w:szCs w:val="22"/>
        </w:rPr>
      </w:pPr>
      <w:r w:rsidRPr="0014326D">
        <w:rPr>
          <w:b/>
          <w:szCs w:val="22"/>
        </w:rPr>
        <w:t>WT Docket No. 10-112</w:t>
      </w:r>
    </w:p>
    <w:p w14:paraId="63927D2E" w14:textId="77777777" w:rsidR="0014326D" w:rsidRPr="0014326D" w:rsidRDefault="0014326D" w:rsidP="0014326D">
      <w:pPr>
        <w:jc w:val="center"/>
        <w:rPr>
          <w:b/>
          <w:szCs w:val="22"/>
        </w:rPr>
      </w:pPr>
    </w:p>
    <w:p w14:paraId="0677A1FD" w14:textId="661281F0" w:rsidR="00602577" w:rsidRPr="009D6643" w:rsidRDefault="0014326D" w:rsidP="0014326D">
      <w:pPr>
        <w:jc w:val="center"/>
        <w:rPr>
          <w:szCs w:val="22"/>
        </w:rPr>
      </w:pPr>
      <w:r w:rsidRPr="0014326D">
        <w:rPr>
          <w:b/>
          <w:szCs w:val="22"/>
        </w:rPr>
        <w:t>RM-11664</w:t>
      </w:r>
    </w:p>
    <w:p w14:paraId="368E2D45" w14:textId="09D7F64A" w:rsidR="00602577" w:rsidRPr="009D6643" w:rsidRDefault="008635E4">
      <w:pPr>
        <w:spacing w:before="120" w:after="240"/>
        <w:rPr>
          <w:b/>
          <w:szCs w:val="22"/>
        </w:rPr>
      </w:pPr>
      <w:r w:rsidRPr="009D6643">
        <w:rPr>
          <w:b/>
          <w:szCs w:val="22"/>
        </w:rPr>
        <w:t xml:space="preserve">Reply Comment Date: </w:t>
      </w:r>
      <w:r w:rsidR="00596B67">
        <w:rPr>
          <w:b/>
          <w:szCs w:val="22"/>
        </w:rPr>
        <w:t>February 26, 2016</w:t>
      </w:r>
    </w:p>
    <w:p w14:paraId="076B790D" w14:textId="30240663" w:rsidR="001467D2" w:rsidRDefault="008635E4">
      <w:pPr>
        <w:spacing w:before="120" w:after="240"/>
        <w:rPr>
          <w:szCs w:val="22"/>
        </w:rPr>
      </w:pPr>
      <w:r w:rsidRPr="009D6643">
        <w:rPr>
          <w:szCs w:val="22"/>
        </w:rPr>
        <w:tab/>
        <w:t xml:space="preserve">By this </w:t>
      </w:r>
      <w:r w:rsidRPr="009D6643">
        <w:rPr>
          <w:i/>
          <w:szCs w:val="22"/>
        </w:rPr>
        <w:t>Public Notice</w:t>
      </w:r>
      <w:r w:rsidRPr="009D6643">
        <w:rPr>
          <w:szCs w:val="22"/>
        </w:rPr>
        <w:t xml:space="preserve">, we extend the deadline for filing reply comments in response to the </w:t>
      </w:r>
      <w:r w:rsidRPr="009D6643">
        <w:rPr>
          <w:i/>
          <w:szCs w:val="22"/>
        </w:rPr>
        <w:t>Notice of Proposed Rulemaking</w:t>
      </w:r>
      <w:r w:rsidRPr="009D6643">
        <w:rPr>
          <w:szCs w:val="22"/>
        </w:rPr>
        <w:t xml:space="preserve"> (</w:t>
      </w:r>
      <w:r w:rsidRPr="009D6643">
        <w:rPr>
          <w:i/>
          <w:szCs w:val="22"/>
        </w:rPr>
        <w:t>NPRM</w:t>
      </w:r>
      <w:r w:rsidRPr="009D6643">
        <w:rPr>
          <w:szCs w:val="22"/>
        </w:rPr>
        <w:t>)</w:t>
      </w:r>
      <w:r w:rsidR="009D6643">
        <w:rPr>
          <w:szCs w:val="22"/>
        </w:rPr>
        <w:t xml:space="preserve"> in the above-</w:t>
      </w:r>
      <w:r w:rsidRPr="009D6643">
        <w:rPr>
          <w:szCs w:val="22"/>
        </w:rPr>
        <w:t>captioned proceeding.</w:t>
      </w:r>
      <w:r w:rsidRPr="009D6643">
        <w:rPr>
          <w:rStyle w:val="FootnoteReference"/>
          <w:szCs w:val="22"/>
        </w:rPr>
        <w:footnoteReference w:id="1"/>
      </w:r>
      <w:r w:rsidRPr="009D6643">
        <w:rPr>
          <w:szCs w:val="22"/>
        </w:rPr>
        <w:t xml:space="preserve">  Interested parties wil</w:t>
      </w:r>
      <w:r w:rsidR="008C7C6B">
        <w:rPr>
          <w:szCs w:val="22"/>
        </w:rPr>
        <w:t>l now have until</w:t>
      </w:r>
      <w:r w:rsidR="008C7C6B" w:rsidRPr="008C7C6B">
        <w:t xml:space="preserve"> </w:t>
      </w:r>
      <w:r w:rsidR="008C7C6B">
        <w:rPr>
          <w:szCs w:val="22"/>
        </w:rPr>
        <w:t xml:space="preserve">February 26, 2016 </w:t>
      </w:r>
      <w:r w:rsidRPr="009D6643">
        <w:rPr>
          <w:szCs w:val="22"/>
        </w:rPr>
        <w:t>to file reply comments.</w:t>
      </w:r>
      <w:r w:rsidRPr="009D6643">
        <w:rPr>
          <w:rStyle w:val="FootnoteReference"/>
          <w:szCs w:val="22"/>
        </w:rPr>
        <w:footnoteReference w:id="2"/>
      </w:r>
    </w:p>
    <w:p w14:paraId="410F980D" w14:textId="55BCC86D" w:rsidR="009D6643" w:rsidRPr="00873D12" w:rsidRDefault="007037A1">
      <w:pPr>
        <w:spacing w:before="120" w:after="240"/>
        <w:rPr>
          <w:szCs w:val="22"/>
        </w:rPr>
      </w:pPr>
      <w:r>
        <w:rPr>
          <w:szCs w:val="22"/>
        </w:rPr>
        <w:tab/>
        <w:t>On February 12, 2016</w:t>
      </w:r>
      <w:r w:rsidR="009D6643">
        <w:rPr>
          <w:szCs w:val="22"/>
        </w:rPr>
        <w:t>, the Satellite Industry Association (SIA)</w:t>
      </w:r>
      <w:r>
        <w:rPr>
          <w:szCs w:val="22"/>
        </w:rPr>
        <w:t>,</w:t>
      </w:r>
      <w:r w:rsidRPr="007037A1">
        <w:t xml:space="preserve"> </w:t>
      </w:r>
      <w:r w:rsidRPr="007037A1">
        <w:rPr>
          <w:szCs w:val="22"/>
        </w:rPr>
        <w:t>the Global VSAT Forum (GVF), the EMEA Satellite Operator’s Association (ESOA), and the Telecommunications Industry Association (TIA)</w:t>
      </w:r>
      <w:r w:rsidR="009D6643">
        <w:rPr>
          <w:szCs w:val="22"/>
        </w:rPr>
        <w:t xml:space="preserve"> </w:t>
      </w:r>
      <w:r w:rsidR="00596B67">
        <w:rPr>
          <w:szCs w:val="22"/>
        </w:rPr>
        <w:t xml:space="preserve">(together, Petitioners) </w:t>
      </w:r>
      <w:r w:rsidR="009D6643">
        <w:rPr>
          <w:szCs w:val="22"/>
        </w:rPr>
        <w:t xml:space="preserve">filed a </w:t>
      </w:r>
      <w:r w:rsidR="00180F37">
        <w:rPr>
          <w:szCs w:val="22"/>
        </w:rPr>
        <w:t xml:space="preserve">motion </w:t>
      </w:r>
      <w:r w:rsidR="009D6643">
        <w:rPr>
          <w:szCs w:val="22"/>
        </w:rPr>
        <w:t>to extend the reply comment deadline in the above-ca</w:t>
      </w:r>
      <w:r>
        <w:rPr>
          <w:szCs w:val="22"/>
        </w:rPr>
        <w:t>ptioned proceeding from February 23, 2016 until February 26, 2016</w:t>
      </w:r>
      <w:r w:rsidR="009D6643">
        <w:rPr>
          <w:szCs w:val="22"/>
        </w:rPr>
        <w:t>.</w:t>
      </w:r>
      <w:r w:rsidR="009D6643">
        <w:rPr>
          <w:rStyle w:val="FootnoteReference"/>
          <w:szCs w:val="22"/>
        </w:rPr>
        <w:footnoteReference w:id="3"/>
      </w:r>
      <w:r w:rsidR="009D6643">
        <w:rPr>
          <w:szCs w:val="22"/>
        </w:rPr>
        <w:t xml:space="preserve">  </w:t>
      </w:r>
      <w:r w:rsidR="00596B67">
        <w:rPr>
          <w:szCs w:val="22"/>
        </w:rPr>
        <w:t xml:space="preserve">Petitioners </w:t>
      </w:r>
      <w:r w:rsidR="009D6643">
        <w:rPr>
          <w:szCs w:val="22"/>
        </w:rPr>
        <w:t>assert that addi</w:t>
      </w:r>
      <w:r w:rsidR="00873D12">
        <w:rPr>
          <w:szCs w:val="22"/>
        </w:rPr>
        <w:t>tional time is n</w:t>
      </w:r>
      <w:r>
        <w:rPr>
          <w:szCs w:val="22"/>
        </w:rPr>
        <w:t>eeded to respond to detailed licensing proposals and technical information addressing a number of different frequency bands raised by commenters in the record</w:t>
      </w:r>
      <w:r w:rsidR="00873D12">
        <w:rPr>
          <w:szCs w:val="22"/>
        </w:rPr>
        <w:t>.</w:t>
      </w:r>
      <w:r w:rsidR="00180F37">
        <w:rPr>
          <w:rStyle w:val="FootnoteReference"/>
          <w:szCs w:val="22"/>
        </w:rPr>
        <w:footnoteReference w:id="4"/>
      </w:r>
      <w:r>
        <w:rPr>
          <w:szCs w:val="22"/>
        </w:rPr>
        <w:t xml:space="preserve">  </w:t>
      </w:r>
      <w:r w:rsidR="00596B67">
        <w:rPr>
          <w:szCs w:val="22"/>
        </w:rPr>
        <w:t>Petitioners also cite inclement weather, which caused Federal Government offices to be closed for several days, resulting in an extension of the comment deadline.</w:t>
      </w:r>
    </w:p>
    <w:p w14:paraId="0E490AA2" w14:textId="1268EA58" w:rsidR="008635E4" w:rsidRPr="008635E4" w:rsidRDefault="008635E4" w:rsidP="008635E4">
      <w:pPr>
        <w:ind w:firstLine="720"/>
        <w:rPr>
          <w:szCs w:val="22"/>
        </w:rPr>
      </w:pPr>
      <w:r w:rsidRPr="008635E4">
        <w:rPr>
          <w:szCs w:val="22"/>
        </w:rPr>
        <w:lastRenderedPageBreak/>
        <w:t>It is the general policy of the Commission that extensions of time shall not be routinely granted.</w:t>
      </w:r>
      <w:r w:rsidRPr="009D6643">
        <w:rPr>
          <w:szCs w:val="22"/>
          <w:vertAlign w:val="superscript"/>
        </w:rPr>
        <w:footnoteReference w:id="5"/>
      </w:r>
      <w:r w:rsidRPr="008635E4">
        <w:rPr>
          <w:szCs w:val="22"/>
        </w:rPr>
        <w:t xml:space="preserve">  However, under these</w:t>
      </w:r>
      <w:r w:rsidR="00EB7F7D">
        <w:rPr>
          <w:szCs w:val="22"/>
        </w:rPr>
        <w:t xml:space="preserve"> circumstances, we agree that a short</w:t>
      </w:r>
      <w:r w:rsidRPr="008635E4">
        <w:rPr>
          <w:szCs w:val="22"/>
        </w:rPr>
        <w:t xml:space="preserve"> extension of time to file reply comments is warranted to ensure that the Commission obtains a complete and thorough record in response to the </w:t>
      </w:r>
      <w:r w:rsidRPr="009D6643">
        <w:rPr>
          <w:i/>
          <w:szCs w:val="22"/>
        </w:rPr>
        <w:t>NPRM</w:t>
      </w:r>
      <w:r w:rsidRPr="008635E4">
        <w:rPr>
          <w:szCs w:val="22"/>
        </w:rPr>
        <w:t xml:space="preserve">.  The </w:t>
      </w:r>
      <w:r w:rsidRPr="009D6643">
        <w:rPr>
          <w:i/>
          <w:szCs w:val="22"/>
        </w:rPr>
        <w:t>NPRM</w:t>
      </w:r>
      <w:r w:rsidR="000441EA">
        <w:rPr>
          <w:szCs w:val="22"/>
        </w:rPr>
        <w:t xml:space="preserve"> sought comment on a wide variety of novel technical, policy</w:t>
      </w:r>
      <w:r w:rsidR="00EB7F7D">
        <w:rPr>
          <w:szCs w:val="22"/>
        </w:rPr>
        <w:t>,</w:t>
      </w:r>
      <w:r w:rsidR="000441EA">
        <w:rPr>
          <w:szCs w:val="22"/>
        </w:rPr>
        <w:t xml:space="preserve"> and legal issues</w:t>
      </w:r>
      <w:r w:rsidRPr="009D6643">
        <w:rPr>
          <w:szCs w:val="22"/>
        </w:rPr>
        <w:t>.</w:t>
      </w:r>
      <w:r w:rsidRPr="008635E4">
        <w:rPr>
          <w:szCs w:val="22"/>
        </w:rPr>
        <w:t xml:space="preserve">  </w:t>
      </w:r>
      <w:r w:rsidR="00CE5C38">
        <w:rPr>
          <w:szCs w:val="22"/>
        </w:rPr>
        <w:t xml:space="preserve">The </w:t>
      </w:r>
      <w:r w:rsidR="00596B67">
        <w:rPr>
          <w:szCs w:val="22"/>
        </w:rPr>
        <w:t xml:space="preserve">time </w:t>
      </w:r>
      <w:r w:rsidR="00CE5C38">
        <w:rPr>
          <w:szCs w:val="22"/>
        </w:rPr>
        <w:t xml:space="preserve">for reviewing comments and preparing reply comments </w:t>
      </w:r>
      <w:r w:rsidR="00596B67">
        <w:rPr>
          <w:szCs w:val="22"/>
        </w:rPr>
        <w:t xml:space="preserve">was shortened as a result of an extension in the comment deadline caused by the closure of Federal Government offices.  </w:t>
      </w:r>
      <w:r w:rsidRPr="008635E4">
        <w:rPr>
          <w:szCs w:val="22"/>
        </w:rPr>
        <w:t xml:space="preserve">We conclude that a short extension of time is warranted to enable interested parties sufficient opportunity to review and respond to the complex issues raised by the </w:t>
      </w:r>
      <w:r w:rsidRPr="009D6643">
        <w:rPr>
          <w:i/>
          <w:szCs w:val="22"/>
        </w:rPr>
        <w:t>NPRM</w:t>
      </w:r>
      <w:r w:rsidRPr="008635E4">
        <w:rPr>
          <w:i/>
          <w:szCs w:val="22"/>
        </w:rPr>
        <w:t xml:space="preserve">.  </w:t>
      </w:r>
      <w:r w:rsidRPr="008635E4">
        <w:rPr>
          <w:szCs w:val="22"/>
        </w:rPr>
        <w:t>Accordingly, pursuant to Section 4(i) of the Communications Act of 1934, as amended,</w:t>
      </w:r>
      <w:r w:rsidRPr="009D6643">
        <w:rPr>
          <w:szCs w:val="22"/>
          <w:vertAlign w:val="superscript"/>
        </w:rPr>
        <w:footnoteReference w:id="6"/>
      </w:r>
      <w:r w:rsidRPr="008635E4">
        <w:rPr>
          <w:szCs w:val="22"/>
        </w:rPr>
        <w:t xml:space="preserve"> and Section 1.46 of the Commission's rules,</w:t>
      </w:r>
      <w:r w:rsidRPr="009D6643">
        <w:rPr>
          <w:szCs w:val="22"/>
          <w:vertAlign w:val="superscript"/>
        </w:rPr>
        <w:footnoteReference w:id="7"/>
      </w:r>
      <w:r w:rsidRPr="008635E4">
        <w:rPr>
          <w:szCs w:val="22"/>
        </w:rPr>
        <w:t xml:space="preserve"> we extend the deadline for filing reply comments until </w:t>
      </w:r>
      <w:r w:rsidR="00596B67">
        <w:rPr>
          <w:szCs w:val="22"/>
        </w:rPr>
        <w:t>February 26</w:t>
      </w:r>
      <w:r w:rsidR="004E458A">
        <w:rPr>
          <w:szCs w:val="22"/>
        </w:rPr>
        <w:t>,</w:t>
      </w:r>
      <w:r w:rsidRPr="008635E4">
        <w:rPr>
          <w:szCs w:val="22"/>
        </w:rPr>
        <w:t xml:space="preserve"> 201</w:t>
      </w:r>
      <w:r w:rsidR="00596B67">
        <w:rPr>
          <w:szCs w:val="22"/>
        </w:rPr>
        <w:t>6</w:t>
      </w:r>
      <w:r w:rsidRPr="008635E4">
        <w:rPr>
          <w:szCs w:val="22"/>
        </w:rPr>
        <w:t>.</w:t>
      </w:r>
    </w:p>
    <w:p w14:paraId="2329AF83" w14:textId="03FBCCEE" w:rsidR="008635E4" w:rsidRPr="009D6643" w:rsidRDefault="008635E4">
      <w:pPr>
        <w:spacing w:before="120" w:after="240"/>
        <w:rPr>
          <w:szCs w:val="22"/>
        </w:rPr>
      </w:pPr>
      <w:r w:rsidRPr="009D6643">
        <w:rPr>
          <w:szCs w:val="22"/>
        </w:rPr>
        <w:tab/>
        <w:t>For further informa</w:t>
      </w:r>
      <w:r w:rsidR="00EB7F7D">
        <w:rPr>
          <w:szCs w:val="22"/>
        </w:rPr>
        <w:t xml:space="preserve">tion, please contact </w:t>
      </w:r>
      <w:r w:rsidR="008E353E" w:rsidRPr="008E353E">
        <w:rPr>
          <w:szCs w:val="22"/>
        </w:rPr>
        <w:t>John Schauble of the Wireless Telecommunications Bureau, Broadband Division, at 202-418-0797 or John.Schauble @fcc.gov</w:t>
      </w:r>
      <w:r w:rsidRPr="009D6643">
        <w:rPr>
          <w:szCs w:val="22"/>
        </w:rPr>
        <w:t>.</w:t>
      </w:r>
    </w:p>
    <w:p w14:paraId="113EF315" w14:textId="77777777" w:rsidR="001467D2" w:rsidRPr="009D6643" w:rsidRDefault="001467D2">
      <w:pPr>
        <w:spacing w:before="120" w:after="240"/>
        <w:rPr>
          <w:szCs w:val="22"/>
        </w:rPr>
      </w:pPr>
      <w:r w:rsidRPr="009D6643">
        <w:rPr>
          <w:szCs w:val="22"/>
        </w:rPr>
        <w:tab/>
        <w:t xml:space="preserve">Action by the </w:t>
      </w:r>
      <w:r w:rsidR="00EB7F7D">
        <w:rPr>
          <w:szCs w:val="22"/>
        </w:rPr>
        <w:t>Associate</w:t>
      </w:r>
      <w:r w:rsidR="00913B65">
        <w:rPr>
          <w:szCs w:val="22"/>
        </w:rPr>
        <w:t xml:space="preserve"> </w:t>
      </w:r>
      <w:r w:rsidRPr="009D6643">
        <w:rPr>
          <w:szCs w:val="22"/>
        </w:rPr>
        <w:t>Chief, Wireless Telecommunications Bureau.</w:t>
      </w:r>
    </w:p>
    <w:p w14:paraId="370032D6" w14:textId="77777777" w:rsidR="001467D2" w:rsidRPr="009D6643" w:rsidRDefault="001467D2" w:rsidP="001467D2">
      <w:pPr>
        <w:spacing w:before="120" w:after="240"/>
        <w:jc w:val="center"/>
        <w:rPr>
          <w:szCs w:val="22"/>
        </w:rPr>
      </w:pPr>
      <w:r w:rsidRPr="009D6643">
        <w:rPr>
          <w:szCs w:val="22"/>
        </w:rPr>
        <w:t>-FCC-</w:t>
      </w:r>
    </w:p>
    <w:sectPr w:rsidR="001467D2" w:rsidRPr="009D6643">
      <w:type w:val="continuous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49D1E9" w14:textId="77777777" w:rsidR="00786CD6" w:rsidRDefault="00786CD6">
      <w:r>
        <w:separator/>
      </w:r>
    </w:p>
  </w:endnote>
  <w:endnote w:type="continuationSeparator" w:id="0">
    <w:p w14:paraId="3249B9ED" w14:textId="77777777" w:rsidR="00786CD6" w:rsidRDefault="0078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News Gothic MT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DFFB1" w14:textId="77777777" w:rsidR="00B05AF4" w:rsidRDefault="00B05AF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0FCD1E" w14:textId="77777777" w:rsidR="00B05AF4" w:rsidRDefault="00B05AF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DEE806" w14:textId="77777777" w:rsidR="00B05AF4" w:rsidRDefault="00B05A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99690" w14:textId="77777777" w:rsidR="00786CD6" w:rsidRDefault="00786CD6">
      <w:r>
        <w:separator/>
      </w:r>
    </w:p>
  </w:footnote>
  <w:footnote w:type="continuationSeparator" w:id="0">
    <w:p w14:paraId="58980DAC" w14:textId="77777777" w:rsidR="00786CD6" w:rsidRDefault="00786CD6">
      <w:r>
        <w:continuationSeparator/>
      </w:r>
    </w:p>
  </w:footnote>
  <w:footnote w:id="1">
    <w:p w14:paraId="7E745D81" w14:textId="3F16D569" w:rsidR="008635E4" w:rsidRPr="004F7CCA" w:rsidRDefault="008635E4" w:rsidP="00652478">
      <w:pPr>
        <w:pStyle w:val="FootnoteText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</w:t>
      </w:r>
      <w:r w:rsidR="00652478">
        <w:rPr>
          <w:sz w:val="20"/>
        </w:rPr>
        <w:t xml:space="preserve">Use of Spectrum Bands Above 24 GHz for Mobile Radio Services, GN Docket No. 14-177, IB Docket Nos. 15-256, 97-95, WT Docket No. 10-112, </w:t>
      </w:r>
      <w:r w:rsidR="00652478" w:rsidRPr="00652478">
        <w:rPr>
          <w:sz w:val="20"/>
        </w:rPr>
        <w:t>RM-11664</w:t>
      </w:r>
      <w:r w:rsidR="00652478">
        <w:rPr>
          <w:sz w:val="20"/>
        </w:rPr>
        <w:t xml:space="preserve">, </w:t>
      </w:r>
      <w:r w:rsidR="00652478">
        <w:rPr>
          <w:i/>
          <w:sz w:val="20"/>
        </w:rPr>
        <w:t>Notice of Propose</w:t>
      </w:r>
      <w:r w:rsidR="004F7CCA">
        <w:rPr>
          <w:i/>
          <w:sz w:val="20"/>
        </w:rPr>
        <w:t xml:space="preserve">d Rulemaking </w:t>
      </w:r>
      <w:r w:rsidR="004F7CCA">
        <w:rPr>
          <w:sz w:val="20"/>
        </w:rPr>
        <w:t>(2015).</w:t>
      </w:r>
    </w:p>
  </w:footnote>
  <w:footnote w:id="2">
    <w:p w14:paraId="51342A5A" w14:textId="48CA8D19" w:rsidR="008635E4" w:rsidRPr="00C92AD1" w:rsidRDefault="008635E4">
      <w:pPr>
        <w:pStyle w:val="FootnoteText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</w:t>
      </w:r>
      <w:r w:rsidR="002B2BA7" w:rsidRPr="00C92AD1">
        <w:rPr>
          <w:sz w:val="20"/>
        </w:rPr>
        <w:t xml:space="preserve">The </w:t>
      </w:r>
      <w:r w:rsidR="002B2BA7" w:rsidRPr="00C92AD1">
        <w:rPr>
          <w:i/>
          <w:sz w:val="20"/>
        </w:rPr>
        <w:t xml:space="preserve">NPRM </w:t>
      </w:r>
      <w:r w:rsidR="00180F37" w:rsidRPr="00C92AD1">
        <w:rPr>
          <w:sz w:val="20"/>
        </w:rPr>
        <w:t>sets forth a comment deadline of</w:t>
      </w:r>
      <w:r w:rsidR="00515735">
        <w:rPr>
          <w:sz w:val="20"/>
        </w:rPr>
        <w:t xml:space="preserve"> January 26, 2016, and a reply comment date of February 23, 2016</w:t>
      </w:r>
      <w:r w:rsidR="002B2BA7" w:rsidRPr="00C92AD1">
        <w:rPr>
          <w:sz w:val="20"/>
        </w:rPr>
        <w:t xml:space="preserve">. </w:t>
      </w:r>
      <w:r w:rsidR="00515735">
        <w:rPr>
          <w:sz w:val="20"/>
        </w:rPr>
        <w:t xml:space="preserve"> </w:t>
      </w:r>
      <w:r w:rsidR="00515735">
        <w:rPr>
          <w:i/>
          <w:sz w:val="20"/>
        </w:rPr>
        <w:t>Id.</w:t>
      </w:r>
    </w:p>
  </w:footnote>
  <w:footnote w:id="3">
    <w:p w14:paraId="5949AEB6" w14:textId="77777777" w:rsidR="009D6643" w:rsidRPr="00C92AD1" w:rsidRDefault="009D6643">
      <w:pPr>
        <w:pStyle w:val="FootnoteText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</w:t>
      </w:r>
      <w:r w:rsidR="00180F37" w:rsidRPr="00C92AD1">
        <w:rPr>
          <w:sz w:val="20"/>
        </w:rPr>
        <w:t>Satellite Industry Association</w:t>
      </w:r>
      <w:r w:rsidR="00AD1179">
        <w:rPr>
          <w:sz w:val="20"/>
        </w:rPr>
        <w:t>, Global VSAT Forum, EMEA Satellite Operator’s Association, and Telecommunications Industry Association Request for Extension of Time for Reply Comment Deadline, GN Docket No. 14-177 (filed Feb. 12, 2016)</w:t>
      </w:r>
      <w:r w:rsidR="00180F37" w:rsidRPr="00C92AD1">
        <w:rPr>
          <w:sz w:val="20"/>
        </w:rPr>
        <w:t>.</w:t>
      </w:r>
    </w:p>
  </w:footnote>
  <w:footnote w:id="4">
    <w:p w14:paraId="7AC06B28" w14:textId="77777777" w:rsidR="00180F37" w:rsidRPr="00AD4271" w:rsidRDefault="00180F37">
      <w:pPr>
        <w:pStyle w:val="FootnoteText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</w:t>
      </w:r>
      <w:r w:rsidR="00AD4271">
        <w:rPr>
          <w:i/>
          <w:sz w:val="20"/>
        </w:rPr>
        <w:t xml:space="preserve">Id. </w:t>
      </w:r>
      <w:r w:rsidR="00AD4271">
        <w:rPr>
          <w:sz w:val="20"/>
        </w:rPr>
        <w:t>at 1.</w:t>
      </w:r>
    </w:p>
  </w:footnote>
  <w:footnote w:id="5">
    <w:p w14:paraId="42DBE514" w14:textId="77777777" w:rsidR="008635E4" w:rsidRPr="00C92AD1" w:rsidRDefault="008635E4" w:rsidP="008635E4">
      <w:pPr>
        <w:pStyle w:val="FootnoteText"/>
        <w:spacing w:after="120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47 C.F.R. § 1.46(a).</w:t>
      </w:r>
    </w:p>
  </w:footnote>
  <w:footnote w:id="6">
    <w:p w14:paraId="08EFFA60" w14:textId="77777777" w:rsidR="008635E4" w:rsidRPr="00C92AD1" w:rsidRDefault="008635E4" w:rsidP="008635E4">
      <w:pPr>
        <w:pStyle w:val="FootnoteText"/>
        <w:spacing w:after="120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47 U.S.C. § 154(i).</w:t>
      </w:r>
    </w:p>
  </w:footnote>
  <w:footnote w:id="7">
    <w:p w14:paraId="7964DAA3" w14:textId="77777777" w:rsidR="008635E4" w:rsidRPr="00C92AD1" w:rsidRDefault="008635E4" w:rsidP="008635E4">
      <w:pPr>
        <w:pStyle w:val="FootnoteText"/>
        <w:spacing w:after="120"/>
        <w:rPr>
          <w:sz w:val="20"/>
        </w:rPr>
      </w:pPr>
      <w:r w:rsidRPr="00C92AD1">
        <w:rPr>
          <w:rStyle w:val="FootnoteReference"/>
          <w:sz w:val="20"/>
        </w:rPr>
        <w:footnoteRef/>
      </w:r>
      <w:r w:rsidRPr="00C92AD1">
        <w:rPr>
          <w:sz w:val="20"/>
        </w:rPr>
        <w:t xml:space="preserve"> 47 C.F.R. § 1.46.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AC4C0" w14:textId="77777777" w:rsidR="00B05AF4" w:rsidRDefault="00B05AF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3D310" w14:textId="77777777" w:rsidR="00B05AF4" w:rsidRDefault="00B05AF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DBA5A" w14:textId="77777777" w:rsidR="00602577" w:rsidRDefault="00C9642E">
    <w:pPr>
      <w:pStyle w:val="Header"/>
      <w:tabs>
        <w:tab w:val="clear" w:pos="4320"/>
        <w:tab w:val="clear" w:pos="8640"/>
      </w:tabs>
      <w:spacing w:before="40"/>
      <w:ind w:firstLine="1080"/>
      <w:rPr>
        <w:rFonts w:ascii="News Gothic MT" w:hAnsi="News Gothic MT"/>
        <w:b/>
        <w:kern w:val="28"/>
        <w:sz w:val="96"/>
      </w:rPr>
    </w:pPr>
    <w:r>
      <w:rPr>
        <w:rFonts w:ascii="News Gothic MT" w:hAnsi="News Gothic MT"/>
        <w:b/>
        <w:noProof/>
        <w:sz w:val="24"/>
      </w:rPr>
      <w:drawing>
        <wp:anchor distT="0" distB="0" distL="114300" distR="114300" simplePos="0" relativeHeight="251659264" behindDoc="0" locked="0" layoutInCell="0" allowOverlap="1" wp14:anchorId="45B01AFB" wp14:editId="1007DCBD">
          <wp:simplePos x="0" y="0"/>
          <wp:positionH relativeFrom="column">
            <wp:posOffset>443865</wp:posOffset>
          </wp:positionH>
          <wp:positionV relativeFrom="paragraph">
            <wp:posOffset>107950</wp:posOffset>
          </wp:positionV>
          <wp:extent cx="530225" cy="530225"/>
          <wp:effectExtent l="0" t="0" r="3175" b="3175"/>
          <wp:wrapTopAndBottom/>
          <wp:docPr id="6" name="Picture 6" descr="fcc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fcc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22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0EFF">
      <w:rPr>
        <w:rFonts w:ascii="News Gothic MT" w:hAnsi="News Gothic MT"/>
        <w:b/>
        <w:kern w:val="28"/>
        <w:sz w:val="96"/>
      </w:rPr>
      <w:t xml:space="preserve">  </w:t>
    </w:r>
    <w:r w:rsidR="00602577">
      <w:rPr>
        <w:rFonts w:ascii="News Gothic MT" w:hAnsi="News Gothic MT"/>
        <w:b/>
        <w:kern w:val="28"/>
        <w:sz w:val="96"/>
      </w:rPr>
      <w:t>PUBLIC NOTICE</w:t>
    </w:r>
  </w:p>
  <w:p w14:paraId="1C030CA7" w14:textId="77777777" w:rsidR="00602577" w:rsidRDefault="00C9642E">
    <w:pPr>
      <w:pStyle w:val="Header"/>
      <w:tabs>
        <w:tab w:val="clear" w:pos="4320"/>
        <w:tab w:val="clear" w:pos="8640"/>
        <w:tab w:val="left" w:pos="1080"/>
      </w:tabs>
      <w:spacing w:line="1120" w:lineRule="exact"/>
      <w:ind w:left="720"/>
      <w:rPr>
        <w:rFonts w:ascii="Arial" w:hAnsi="Arial"/>
        <w:b/>
        <w:sz w:val="28"/>
      </w:rPr>
    </w:pPr>
    <w:r>
      <w:rPr>
        <w:rFonts w:ascii="Arial" w:hAnsi="Arial"/>
        <w:b/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8ABF210" wp14:editId="17721A85">
              <wp:simplePos x="0" y="0"/>
              <wp:positionH relativeFrom="column">
                <wp:posOffset>477520</wp:posOffset>
              </wp:positionH>
              <wp:positionV relativeFrom="paragraph">
                <wp:posOffset>697865</wp:posOffset>
              </wp:positionV>
              <wp:extent cx="5886450" cy="2540"/>
              <wp:effectExtent l="0" t="0" r="0" b="0"/>
              <wp:wrapNone/>
              <wp:docPr id="3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645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33F90B53"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6pt,54.95pt" to="501.1pt,5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" o:allowincell="f"/>
          </w:pict>
        </mc:Fallback>
      </mc:AlternateContent>
    </w:r>
    <w:r>
      <w:rPr>
        <w:rFonts w:ascii="News Gothic MT" w:hAnsi="News Gothic MT"/>
        <w:b/>
        <w:noProof/>
        <w:sz w:val="24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F701778" wp14:editId="5A40FE14">
              <wp:simplePos x="0" y="0"/>
              <wp:positionH relativeFrom="column">
                <wp:posOffset>381000</wp:posOffset>
              </wp:positionH>
              <wp:positionV relativeFrom="paragraph">
                <wp:posOffset>5080</wp:posOffset>
              </wp:positionV>
              <wp:extent cx="3108960" cy="64008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08960" cy="640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69BB9E" w14:textId="77777777" w:rsidR="00602577" w:rsidRDefault="00602577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Federal Communications Commission</w:t>
                          </w:r>
                        </w:p>
                        <w:p w14:paraId="694FA01F" w14:textId="77777777" w:rsidR="00602577" w:rsidRDefault="00602577">
                          <w:pPr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445 12</w:t>
                          </w:r>
                          <w:r>
                            <w:rPr>
                              <w:rFonts w:ascii="Arial" w:hAnsi="Arial"/>
                              <w:b/>
                              <w:vertAlign w:val="superscript"/>
                            </w:rPr>
                            <w:t>th</w:t>
                          </w:r>
                          <w:r>
                            <w:rPr>
                              <w:rFonts w:ascii="Arial" w:hAnsi="Arial"/>
                              <w:b/>
                            </w:rPr>
                            <w:t xml:space="preserve"> St., S.W.</w:t>
                          </w:r>
                        </w:p>
                        <w:p w14:paraId="2EBEABB1" w14:textId="77777777" w:rsidR="00602577" w:rsidRDefault="00602577">
                          <w:pPr>
                            <w:rPr>
                              <w:rFonts w:ascii="Arial" w:hAnsi="Arial"/>
                              <w:sz w:val="24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>Washington, D.C. 20554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0F70177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0pt;margin-top:.4pt;width:244.8pt;height:50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" o:allowincell="f" stroked="f">
              <v:textbox>
                <w:txbxContent>
                  <w:p w14:paraId="6E69BB9E" w14:textId="77777777" w:rsidR="00602577" w:rsidRDefault="00602577">
                    <w:pPr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Federal Communications Commission</w:t>
                    </w:r>
                  </w:p>
                  <w:p w14:paraId="694FA01F" w14:textId="77777777" w:rsidR="00602577" w:rsidRDefault="00602577">
                    <w:pPr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>445 12</w:t>
                    </w:r>
                    <w:r>
                      <w:rPr>
                        <w:rFonts w:ascii="Arial" w:hAnsi="Arial"/>
                        <w:b/>
                        <w:vertAlign w:val="superscript"/>
                      </w:rPr>
                      <w:t>th</w:t>
                    </w:r>
                    <w:r>
                      <w:rPr>
                        <w:rFonts w:ascii="Arial" w:hAnsi="Arial"/>
                        <w:b/>
                      </w:rPr>
                      <w:t xml:space="preserve"> St., S.W.</w:t>
                    </w:r>
                  </w:p>
                  <w:p w14:paraId="2EBEABB1" w14:textId="77777777" w:rsidR="00602577" w:rsidRDefault="00602577">
                    <w:pPr>
                      <w:rPr>
                        <w:rFonts w:ascii="Arial" w:hAnsi="Arial"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</w:rPr>
                      <w:t>Washington, D.C. 20554</w:t>
                    </w:r>
                  </w:p>
                </w:txbxContent>
              </v:textbox>
            </v:shape>
          </w:pict>
        </mc:Fallback>
      </mc:AlternateContent>
    </w:r>
    <w:r>
      <w:rPr>
        <w:rFonts w:ascii="News Gothic MT" w:hAnsi="News Gothic MT"/>
        <w:b/>
        <w:noProof/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0A603AE8" wp14:editId="28C09081">
              <wp:simplePos x="0" y="0"/>
              <wp:positionH relativeFrom="column">
                <wp:posOffset>3829050</wp:posOffset>
              </wp:positionH>
              <wp:positionV relativeFrom="paragraph">
                <wp:posOffset>130175</wp:posOffset>
              </wp:positionV>
              <wp:extent cx="2640965" cy="54864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0965" cy="5486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9127EB" w14:textId="77777777" w:rsidR="00602577" w:rsidRDefault="00602577">
                          <w:pPr>
                            <w:spacing w:before="40"/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News Media Information 202 / 418-0500</w:t>
                          </w:r>
                        </w:p>
                        <w:p w14:paraId="30B5492D" w14:textId="77777777" w:rsidR="00602577" w:rsidRDefault="00602577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ab/>
                            <w:t xml:space="preserve">Internet: </w:t>
                          </w:r>
                          <w:bookmarkStart w:id="0" w:name="_Hlt233824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h</w:t>
                          </w:r>
                          <w:bookmarkEnd w:id="0"/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ttp://www.fcc.gov</w:t>
                          </w:r>
                        </w:p>
                        <w:p w14:paraId="35C4FEEB" w14:textId="77777777" w:rsidR="00602577" w:rsidRDefault="00602577">
                          <w:pPr>
                            <w:jc w:val="right"/>
                            <w:rPr>
                              <w:rFonts w:ascii="Arial" w:hAnsi="Arial"/>
                              <w:b/>
                              <w:sz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TTY: 1-888-835-5322</w:t>
                          </w:r>
                        </w:p>
                        <w:p w14:paraId="6174405B" w14:textId="77777777" w:rsidR="00602577" w:rsidRDefault="00602577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0A603AE8" id="Text Box 5" o:spid="_x0000_s1027" type="#_x0000_t202" style="position:absolute;left:0;text-align:left;margin-left:301.5pt;margin-top:10.25pt;width:207.95pt;height:4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" o:allowincell="f" stroked="f">
              <v:textbox inset=",0,,0">
                <w:txbxContent>
                  <w:p w14:paraId="599127EB" w14:textId="77777777" w:rsidR="00602577" w:rsidRDefault="00602577">
                    <w:pPr>
                      <w:spacing w:before="40"/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News Media Information 202 / 418-0500</w:t>
                    </w:r>
                  </w:p>
                  <w:p w14:paraId="30B5492D" w14:textId="77777777" w:rsidR="00602577" w:rsidRDefault="00602577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ab/>
                      <w:t xml:space="preserve">Internet: </w:t>
                    </w:r>
                    <w:bookmarkStart w:id="1" w:name="_Hlt233824"/>
                    <w:r>
                      <w:rPr>
                        <w:rFonts w:ascii="Arial" w:hAnsi="Arial"/>
                        <w:b/>
                        <w:sz w:val="16"/>
                      </w:rPr>
                      <w:t>h</w:t>
                    </w:r>
                    <w:bookmarkEnd w:id="1"/>
                    <w:r>
                      <w:rPr>
                        <w:rFonts w:ascii="Arial" w:hAnsi="Arial"/>
                        <w:b/>
                        <w:sz w:val="16"/>
                      </w:rPr>
                      <w:t>ttp://www.fcc.gov</w:t>
                    </w:r>
                  </w:p>
                  <w:p w14:paraId="35C4FEEB" w14:textId="77777777" w:rsidR="00602577" w:rsidRDefault="00602577">
                    <w:pPr>
                      <w:jc w:val="right"/>
                      <w:rPr>
                        <w:rFonts w:ascii="Arial" w:hAnsi="Arial"/>
                        <w:b/>
                        <w:sz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TTY: 1-888-835-5322</w:t>
                    </w:r>
                  </w:p>
                  <w:p w14:paraId="6174405B" w14:textId="77777777" w:rsidR="00602577" w:rsidRDefault="00602577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  <w:p w14:paraId="3C09232F" w14:textId="77777777" w:rsidR="00602577" w:rsidRDefault="00602577">
    <w:pPr>
      <w:pStyle w:val="Header"/>
      <w:tabs>
        <w:tab w:val="clear" w:pos="4320"/>
        <w:tab w:val="clear" w:pos="8640"/>
        <w:tab w:val="left" w:pos="1080"/>
      </w:tabs>
      <w:ind w:left="720"/>
      <w:rPr>
        <w:rFonts w:ascii="Arial" w:hAnsi="Arial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">
    <w:nsid w:val="3D0F1B3D"/>
    <w:multiLevelType w:val="singleLevel"/>
    <w:tmpl w:val="0902D07C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3">
    <w:nsid w:val="541F6B38"/>
    <w:multiLevelType w:val="multilevel"/>
    <w:tmpl w:val="9BCA1692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pStyle w:val="Heading5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7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4">
    <w:nsid w:val="59BA0F8A"/>
    <w:multiLevelType w:val="singleLevel"/>
    <w:tmpl w:val="C03E86D2"/>
    <w:lvl w:ilvl="0">
      <w:start w:val="1"/>
      <w:numFmt w:val="bullet"/>
      <w:pStyle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5">
    <w:nsid w:val="5D2B06DD"/>
    <w:multiLevelType w:val="multilevel"/>
    <w:tmpl w:val="E9F88194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/>
        <w:i w:val="0"/>
        <w:sz w:val="22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/>
        <w:i w:val="0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/>
        <w:i w:val="0"/>
        <w:sz w:val="22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ctiveWritingStyle w:appName="MSWord" w:lang="en-US" w:vendorID="8" w:dllVersion="513" w:checkStyle="1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5E4"/>
    <w:rsid w:val="000265AE"/>
    <w:rsid w:val="00026FA3"/>
    <w:rsid w:val="000441EA"/>
    <w:rsid w:val="000F7FC2"/>
    <w:rsid w:val="0014326D"/>
    <w:rsid w:val="001467D2"/>
    <w:rsid w:val="00180F37"/>
    <w:rsid w:val="001A25F2"/>
    <w:rsid w:val="001A5FEE"/>
    <w:rsid w:val="001D7D3C"/>
    <w:rsid w:val="0021357C"/>
    <w:rsid w:val="002B2BA7"/>
    <w:rsid w:val="003314EF"/>
    <w:rsid w:val="003631F5"/>
    <w:rsid w:val="004E458A"/>
    <w:rsid w:val="004F7CCA"/>
    <w:rsid w:val="00515735"/>
    <w:rsid w:val="00596B67"/>
    <w:rsid w:val="005B1E02"/>
    <w:rsid w:val="00602577"/>
    <w:rsid w:val="00652478"/>
    <w:rsid w:val="007037A1"/>
    <w:rsid w:val="00733073"/>
    <w:rsid w:val="00761070"/>
    <w:rsid w:val="00786CD6"/>
    <w:rsid w:val="007C3A4D"/>
    <w:rsid w:val="008116DF"/>
    <w:rsid w:val="00814CB1"/>
    <w:rsid w:val="00824EED"/>
    <w:rsid w:val="008635E4"/>
    <w:rsid w:val="00873D12"/>
    <w:rsid w:val="008C7C6B"/>
    <w:rsid w:val="008E353E"/>
    <w:rsid w:val="00913B65"/>
    <w:rsid w:val="009D6643"/>
    <w:rsid w:val="00A94166"/>
    <w:rsid w:val="00AD1179"/>
    <w:rsid w:val="00AD4271"/>
    <w:rsid w:val="00B05AF4"/>
    <w:rsid w:val="00BB7390"/>
    <w:rsid w:val="00C21179"/>
    <w:rsid w:val="00C90C54"/>
    <w:rsid w:val="00C92AD1"/>
    <w:rsid w:val="00C9642E"/>
    <w:rsid w:val="00CE5C38"/>
    <w:rsid w:val="00D17DC0"/>
    <w:rsid w:val="00D60EFF"/>
    <w:rsid w:val="00D95C30"/>
    <w:rsid w:val="00DB76BB"/>
    <w:rsid w:val="00DD1A69"/>
    <w:rsid w:val="00DD4782"/>
    <w:rsid w:val="00E117C0"/>
    <w:rsid w:val="00E73EDC"/>
    <w:rsid w:val="00EB7F7D"/>
    <w:rsid w:val="00F1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0595C6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1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17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17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1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1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7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widowControl w:val="0"/>
      <w:numPr>
        <w:numId w:val="2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widowControl w:val="0"/>
      <w:numPr>
        <w:ilvl w:val="1"/>
        <w:numId w:val="2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widowControl w:val="0"/>
      <w:numPr>
        <w:ilvl w:val="2"/>
        <w:numId w:val="2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widowControl w:val="0"/>
      <w:numPr>
        <w:ilvl w:val="3"/>
        <w:numId w:val="2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widowControl w:val="0"/>
      <w:numPr>
        <w:ilvl w:val="4"/>
        <w:numId w:val="2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widowControl w:val="0"/>
      <w:numPr>
        <w:ilvl w:val="5"/>
        <w:numId w:val="2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widowControl w:val="0"/>
      <w:numPr>
        <w:ilvl w:val="7"/>
        <w:numId w:val="2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widowControl w:val="0"/>
      <w:numPr>
        <w:ilvl w:val="7"/>
        <w:numId w:val="9"/>
      </w:numPr>
      <w:tabs>
        <w:tab w:val="clear" w:pos="5400"/>
      </w:tabs>
      <w:spacing w:after="220"/>
      <w:ind w:left="5760" w:hanging="720"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widowControl w:val="0"/>
      <w:numPr>
        <w:ilvl w:val="8"/>
        <w:numId w:val="2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BlockText">
    <w:name w:val="Block Text"/>
    <w:basedOn w:val="Normal"/>
    <w:semiHidden/>
    <w:pPr>
      <w:widowControl w:val="0"/>
      <w:spacing w:after="220"/>
      <w:ind w:left="1440" w:right="1440"/>
      <w:jc w:val="both"/>
    </w:pPr>
  </w:style>
  <w:style w:type="paragraph" w:customStyle="1" w:styleId="Bullet">
    <w:name w:val="Bullet"/>
    <w:basedOn w:val="Normal"/>
    <w:pPr>
      <w:widowControl w:val="0"/>
      <w:numPr>
        <w:numId w:val="1"/>
      </w:numPr>
      <w:tabs>
        <w:tab w:val="clear" w:pos="2520"/>
      </w:tabs>
      <w:spacing w:after="220"/>
      <w:ind w:left="2160" w:hanging="720"/>
      <w:jc w:val="both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pPr>
      <w:tabs>
        <w:tab w:val="left" w:pos="720"/>
      </w:tabs>
      <w:spacing w:after="200"/>
    </w:pPr>
  </w:style>
  <w:style w:type="paragraph" w:customStyle="1" w:styleId="NumberedList">
    <w:name w:val="Numbered List"/>
    <w:basedOn w:val="Normal"/>
    <w:pPr>
      <w:numPr>
        <w:numId w:val="11"/>
      </w:numPr>
      <w:tabs>
        <w:tab w:val="clear" w:pos="1080"/>
      </w:tabs>
      <w:spacing w:after="220"/>
      <w:ind w:firstLine="0"/>
    </w:pPr>
  </w:style>
  <w:style w:type="paragraph" w:customStyle="1" w:styleId="Paranum">
    <w:name w:val="Paranum"/>
    <w:basedOn w:val="Normal"/>
    <w:pPr>
      <w:widowControl w:val="0"/>
      <w:numPr>
        <w:numId w:val="12"/>
      </w:numPr>
      <w:tabs>
        <w:tab w:val="clear" w:pos="1080"/>
      </w:tabs>
      <w:spacing w:after="220"/>
      <w:jc w:val="both"/>
    </w:pPr>
  </w:style>
  <w:style w:type="paragraph" w:customStyle="1" w:styleId="TableFormat">
    <w:name w:val="Table 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paragraph" w:styleId="TOC1">
    <w:name w:val="toc 1"/>
    <w:basedOn w:val="Normal"/>
    <w:next w:val="Normal"/>
    <w:autoRedefine/>
    <w:semiHidden/>
    <w:rPr>
      <w:caps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D11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117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117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1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17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11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1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Forms\OS%20Process\Public%20Notice%20-%20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Public Notice - Portrait</Template>
  <TotalTime>0</TotalTime>
  <Pages>2</Pages>
  <Words>380</Words>
  <Characters>2137</Characters>
  <Application>Microsoft Office Word</Application>
  <DocSecurity>0</DocSecurity>
  <Lines>42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Manager/>
  <Company/>
  <LinksUpToDate>false</LinksUpToDate>
  <CharactersWithSpaces>2514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2002-01-31T15:18:00Z</cp:lastPrinted>
  <dcterms:created xsi:type="dcterms:W3CDTF">2016-02-17T14:37:00Z</dcterms:created>
  <dcterms:modified xsi:type="dcterms:W3CDTF">2016-02-17T14:37:00Z</dcterms:modified>
  <cp:category> </cp:category>
  <cp:contentStatus> </cp:contentStatus>
</cp:coreProperties>
</file>